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03A" w:rsidRDefault="00D3103A" w:rsidP="0066516A">
      <w:pPr>
        <w:shd w:val="clear" w:color="auto" w:fill="FFFFFF"/>
        <w:jc w:val="center"/>
        <w:rPr>
          <w:b/>
          <w:bCs/>
          <w:color w:val="061723"/>
          <w:sz w:val="28"/>
          <w:szCs w:val="28"/>
        </w:rPr>
      </w:pPr>
    </w:p>
    <w:p w:rsidR="00D3103A" w:rsidRDefault="00D3103A" w:rsidP="0066516A">
      <w:pPr>
        <w:shd w:val="clear" w:color="auto" w:fill="FFFFFF"/>
        <w:jc w:val="center"/>
        <w:rPr>
          <w:b/>
          <w:bCs/>
          <w:color w:val="061723"/>
          <w:sz w:val="28"/>
          <w:szCs w:val="28"/>
        </w:rPr>
      </w:pPr>
    </w:p>
    <w:p w:rsidR="00D3103A" w:rsidRPr="00C2566F" w:rsidRDefault="00D3103A" w:rsidP="00E9452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44"/>
          <w:szCs w:val="44"/>
        </w:rPr>
      </w:pPr>
      <w:r w:rsidRPr="00C2566F">
        <w:rPr>
          <w:rFonts w:ascii="Times New Roman" w:hAnsi="Times New Roman" w:cs="Times New Roman"/>
          <w:sz w:val="44"/>
          <w:szCs w:val="44"/>
        </w:rPr>
        <w:t xml:space="preserve">СОВЕТ УТИНСКОГО </w:t>
      </w:r>
    </w:p>
    <w:p w:rsidR="00D3103A" w:rsidRPr="00C2566F" w:rsidRDefault="00D3103A" w:rsidP="00E9452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44"/>
          <w:szCs w:val="44"/>
        </w:rPr>
      </w:pPr>
      <w:r w:rsidRPr="00C2566F">
        <w:rPr>
          <w:rFonts w:ascii="Times New Roman" w:hAnsi="Times New Roman" w:cs="Times New Roman"/>
          <w:sz w:val="44"/>
          <w:szCs w:val="44"/>
        </w:rPr>
        <w:t xml:space="preserve">СЕЛЬСКОГО ПОСЕЛЕНИЯ </w:t>
      </w:r>
    </w:p>
    <w:p w:rsidR="00D3103A" w:rsidRPr="00C2566F" w:rsidRDefault="00D3103A" w:rsidP="00E9452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44"/>
          <w:szCs w:val="44"/>
        </w:rPr>
      </w:pPr>
      <w:r w:rsidRPr="00C2566F">
        <w:rPr>
          <w:rFonts w:ascii="Times New Roman" w:hAnsi="Times New Roman" w:cs="Times New Roman"/>
          <w:sz w:val="44"/>
          <w:szCs w:val="44"/>
        </w:rPr>
        <w:t xml:space="preserve">НАЗЫВАЕВСКОГОМУНИЦИПАЛЬНОГО </w:t>
      </w:r>
    </w:p>
    <w:p w:rsidR="00D3103A" w:rsidRPr="00C2566F" w:rsidRDefault="00D3103A" w:rsidP="00E9452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44"/>
          <w:szCs w:val="44"/>
        </w:rPr>
      </w:pPr>
      <w:r w:rsidRPr="00C2566F">
        <w:rPr>
          <w:rFonts w:ascii="Times New Roman" w:hAnsi="Times New Roman" w:cs="Times New Roman"/>
          <w:sz w:val="44"/>
          <w:szCs w:val="44"/>
        </w:rPr>
        <w:t>РАЙОНА ОМСКОЙ ОБЛАСТИ</w:t>
      </w:r>
    </w:p>
    <w:p w:rsidR="00D3103A" w:rsidRPr="00C2566F" w:rsidRDefault="00D3103A" w:rsidP="00C2566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3103A" w:rsidRPr="00C2566F" w:rsidRDefault="00D3103A" w:rsidP="00E9452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6"/>
          <w:szCs w:val="36"/>
        </w:rPr>
      </w:pPr>
      <w:r w:rsidRPr="00C2566F">
        <w:rPr>
          <w:rFonts w:ascii="Times New Roman" w:hAnsi="Times New Roman" w:cs="Times New Roman"/>
          <w:sz w:val="36"/>
          <w:szCs w:val="36"/>
        </w:rPr>
        <w:t>Р Е Ш Е Н И Е</w:t>
      </w:r>
    </w:p>
    <w:p w:rsidR="00D3103A" w:rsidRPr="006438F9" w:rsidRDefault="00D3103A" w:rsidP="00265906">
      <w:pPr>
        <w:pStyle w:val="21"/>
        <w:spacing w:after="0" w:line="240" w:lineRule="auto"/>
        <w:ind w:left="-142" w:right="-144"/>
        <w:jc w:val="center"/>
        <w:rPr>
          <w:sz w:val="28"/>
          <w:szCs w:val="28"/>
        </w:rPr>
      </w:pPr>
    </w:p>
    <w:p w:rsidR="00D3103A" w:rsidRDefault="00D3103A" w:rsidP="00265906">
      <w:pPr>
        <w:pStyle w:val="21"/>
        <w:spacing w:after="0" w:line="240" w:lineRule="auto"/>
        <w:ind w:left="-142" w:right="-1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31.01.2023                                                                                                        № 115</w:t>
      </w:r>
    </w:p>
    <w:p w:rsidR="00D3103A" w:rsidRPr="00C2566F" w:rsidRDefault="00D3103A" w:rsidP="00265906">
      <w:pPr>
        <w:pStyle w:val="21"/>
        <w:spacing w:after="0" w:line="240" w:lineRule="auto"/>
        <w:ind w:left="-142" w:right="-144"/>
        <w:jc w:val="center"/>
        <w:rPr>
          <w:sz w:val="20"/>
          <w:szCs w:val="20"/>
        </w:rPr>
      </w:pPr>
      <w:r w:rsidRPr="00C2566F">
        <w:rPr>
          <w:sz w:val="20"/>
          <w:szCs w:val="20"/>
        </w:rPr>
        <w:t>с. Утичье</w:t>
      </w:r>
    </w:p>
    <w:p w:rsidR="00D3103A" w:rsidRDefault="00D3103A" w:rsidP="00265906">
      <w:pPr>
        <w:jc w:val="center"/>
        <w:rPr>
          <w:color w:val="061723"/>
          <w:sz w:val="28"/>
          <w:szCs w:val="28"/>
        </w:rPr>
      </w:pPr>
    </w:p>
    <w:p w:rsidR="00D3103A" w:rsidRDefault="00D3103A" w:rsidP="00265906">
      <w:pPr>
        <w:jc w:val="center"/>
        <w:rPr>
          <w:color w:val="061723"/>
          <w:sz w:val="28"/>
          <w:szCs w:val="28"/>
        </w:rPr>
      </w:pPr>
    </w:p>
    <w:p w:rsidR="00D3103A" w:rsidRPr="006438F9" w:rsidRDefault="00D3103A" w:rsidP="00E94520">
      <w:pPr>
        <w:jc w:val="center"/>
        <w:outlineLvl w:val="0"/>
        <w:rPr>
          <w:color w:val="061723"/>
          <w:sz w:val="28"/>
          <w:szCs w:val="28"/>
        </w:rPr>
      </w:pPr>
      <w:r w:rsidRPr="006438F9">
        <w:rPr>
          <w:color w:val="061723"/>
          <w:sz w:val="28"/>
          <w:szCs w:val="28"/>
        </w:rPr>
        <w:t>О передаче полномочий по осуществлению внутреннего</w:t>
      </w:r>
    </w:p>
    <w:p w:rsidR="00D3103A" w:rsidRDefault="00D3103A" w:rsidP="00265906">
      <w:pPr>
        <w:jc w:val="center"/>
        <w:rPr>
          <w:color w:val="061723"/>
          <w:sz w:val="28"/>
          <w:szCs w:val="28"/>
        </w:rPr>
      </w:pPr>
      <w:r w:rsidRPr="006438F9">
        <w:rPr>
          <w:color w:val="061723"/>
          <w:sz w:val="28"/>
          <w:szCs w:val="28"/>
        </w:rPr>
        <w:t>муниципального финансового контроля</w:t>
      </w:r>
      <w:r>
        <w:rPr>
          <w:color w:val="061723"/>
          <w:sz w:val="28"/>
          <w:szCs w:val="28"/>
        </w:rPr>
        <w:t xml:space="preserve"> на 2023 год</w:t>
      </w:r>
    </w:p>
    <w:p w:rsidR="00D3103A" w:rsidRDefault="00D3103A" w:rsidP="0026590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3103A" w:rsidRPr="006438F9" w:rsidRDefault="00D3103A" w:rsidP="00992142">
      <w:pPr>
        <w:ind w:firstLine="709"/>
        <w:jc w:val="both"/>
        <w:rPr>
          <w:color w:val="061723"/>
          <w:sz w:val="28"/>
          <w:szCs w:val="28"/>
        </w:rPr>
      </w:pPr>
      <w:r>
        <w:rPr>
          <w:color w:val="061723"/>
          <w:sz w:val="28"/>
          <w:szCs w:val="28"/>
        </w:rPr>
        <w:t>В</w:t>
      </w:r>
      <w:r w:rsidRPr="006438F9">
        <w:rPr>
          <w:color w:val="061723"/>
          <w:sz w:val="28"/>
          <w:szCs w:val="28"/>
        </w:rPr>
        <w:t xml:space="preserve"> соответствии с п</w:t>
      </w:r>
      <w:r>
        <w:rPr>
          <w:color w:val="061723"/>
          <w:sz w:val="28"/>
          <w:szCs w:val="28"/>
        </w:rPr>
        <w:t xml:space="preserve">унктом </w:t>
      </w:r>
      <w:r w:rsidRPr="006438F9">
        <w:rPr>
          <w:color w:val="061723"/>
          <w:sz w:val="28"/>
          <w:szCs w:val="28"/>
        </w:rPr>
        <w:t>4 ст</w:t>
      </w:r>
      <w:r>
        <w:rPr>
          <w:color w:val="061723"/>
          <w:sz w:val="28"/>
          <w:szCs w:val="28"/>
        </w:rPr>
        <w:t>атьи</w:t>
      </w:r>
      <w:r w:rsidRPr="006438F9">
        <w:rPr>
          <w:color w:val="061723"/>
          <w:sz w:val="28"/>
          <w:szCs w:val="28"/>
        </w:rPr>
        <w:t xml:space="preserve"> 15 Федерального закона от 06.10.2003 № 131-ФЗ «Об общих принципах организации местного самоуправления</w:t>
      </w:r>
      <w:r>
        <w:rPr>
          <w:color w:val="061723"/>
          <w:sz w:val="28"/>
          <w:szCs w:val="28"/>
        </w:rPr>
        <w:t xml:space="preserve"> в Российской Федерации», статьей</w:t>
      </w:r>
      <w:r w:rsidRPr="006438F9">
        <w:rPr>
          <w:color w:val="061723"/>
          <w:sz w:val="28"/>
          <w:szCs w:val="28"/>
        </w:rPr>
        <w:t xml:space="preserve"> 269.2 Бюджетного кодекса Российской Федерации</w:t>
      </w:r>
      <w:r>
        <w:rPr>
          <w:color w:val="061723"/>
          <w:sz w:val="28"/>
          <w:szCs w:val="28"/>
        </w:rPr>
        <w:t xml:space="preserve">, </w:t>
      </w:r>
      <w:r>
        <w:rPr>
          <w:sz w:val="28"/>
          <w:szCs w:val="28"/>
        </w:rPr>
        <w:t>частью 3, частью 8</w:t>
      </w:r>
      <w:r w:rsidRPr="00FD26B1">
        <w:rPr>
          <w:sz w:val="28"/>
          <w:szCs w:val="28"/>
        </w:rPr>
        <w:t>статьи 99 Федерального закона</w:t>
      </w:r>
      <w:r>
        <w:rPr>
          <w:sz w:val="28"/>
          <w:szCs w:val="28"/>
        </w:rPr>
        <w:t xml:space="preserve"> от 05.04.2013 № 44-ФЗ</w:t>
      </w:r>
      <w:r w:rsidRPr="00FD26B1">
        <w:rPr>
          <w:sz w:val="28"/>
          <w:szCs w:val="28"/>
        </w:rPr>
        <w:t xml:space="preserve"> «О контрактной системе в сфере закупок товаров, работ, услуг для обеспечения государственных и муниципальных нужд»</w:t>
      </w:r>
      <w:r>
        <w:rPr>
          <w:sz w:val="28"/>
          <w:szCs w:val="28"/>
        </w:rPr>
        <w:t xml:space="preserve"> </w:t>
      </w:r>
      <w:r w:rsidRPr="006438F9">
        <w:rPr>
          <w:sz w:val="28"/>
          <w:szCs w:val="28"/>
        </w:rPr>
        <w:t xml:space="preserve">и Уставом </w:t>
      </w:r>
      <w:r>
        <w:rPr>
          <w:sz w:val="28"/>
          <w:szCs w:val="28"/>
        </w:rPr>
        <w:t xml:space="preserve">Администрации Утинского </w:t>
      </w:r>
      <w:r w:rsidRPr="0066004F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Называевского района Омской области</w:t>
      </w:r>
      <w:r w:rsidRPr="006438F9">
        <w:rPr>
          <w:color w:val="061723"/>
          <w:sz w:val="28"/>
          <w:szCs w:val="28"/>
        </w:rPr>
        <w:t>,</w:t>
      </w:r>
      <w:r w:rsidRPr="006438F9">
        <w:rPr>
          <w:sz w:val="28"/>
          <w:szCs w:val="28"/>
        </w:rPr>
        <w:t xml:space="preserve"> Совет</w:t>
      </w:r>
      <w:r>
        <w:rPr>
          <w:sz w:val="28"/>
          <w:szCs w:val="28"/>
        </w:rPr>
        <w:t xml:space="preserve"> Утинского </w:t>
      </w:r>
      <w:r w:rsidRPr="006438F9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Называевского района Омской области РЕШИЛ</w:t>
      </w:r>
      <w:r w:rsidRPr="006438F9">
        <w:rPr>
          <w:color w:val="061723"/>
          <w:sz w:val="28"/>
          <w:szCs w:val="28"/>
        </w:rPr>
        <w:t>:</w:t>
      </w:r>
    </w:p>
    <w:p w:rsidR="00D3103A" w:rsidRPr="006438F9" w:rsidRDefault="00D3103A" w:rsidP="00992142">
      <w:pPr>
        <w:ind w:firstLine="709"/>
        <w:jc w:val="both"/>
        <w:rPr>
          <w:color w:val="061723"/>
          <w:sz w:val="28"/>
          <w:szCs w:val="28"/>
        </w:rPr>
      </w:pPr>
      <w:r w:rsidRPr="006438F9">
        <w:rPr>
          <w:color w:val="061723"/>
          <w:sz w:val="28"/>
          <w:szCs w:val="28"/>
        </w:rPr>
        <w:t>1. Передать полномочия по внутреннему муниципальному финансовому контролю</w:t>
      </w:r>
      <w:r>
        <w:rPr>
          <w:color w:val="061723"/>
          <w:sz w:val="28"/>
          <w:szCs w:val="28"/>
        </w:rPr>
        <w:t xml:space="preserve"> Администрации Называевского муниципального района:</w:t>
      </w:r>
    </w:p>
    <w:p w:rsidR="00D3103A" w:rsidRDefault="00D3103A" w:rsidP="00992142">
      <w:pPr>
        <w:ind w:firstLine="709"/>
        <w:jc w:val="both"/>
        <w:rPr>
          <w:color w:val="061723"/>
          <w:sz w:val="28"/>
          <w:szCs w:val="28"/>
        </w:rPr>
      </w:pPr>
      <w:r>
        <w:rPr>
          <w:color w:val="061723"/>
          <w:sz w:val="28"/>
          <w:szCs w:val="28"/>
        </w:rPr>
        <w:t>- для осуществления переданных полномочий перечислить финансовые средства в виде иных межбюджетных трансфертов в сумме 500,00 (Пятьсот) рублей 00 копеек.</w:t>
      </w:r>
      <w:bookmarkStart w:id="0" w:name="_GoBack"/>
      <w:bookmarkEnd w:id="0"/>
    </w:p>
    <w:p w:rsidR="00D3103A" w:rsidRDefault="00D3103A" w:rsidP="00992142">
      <w:pPr>
        <w:ind w:firstLine="709"/>
        <w:jc w:val="both"/>
        <w:rPr>
          <w:sz w:val="28"/>
          <w:szCs w:val="28"/>
        </w:rPr>
      </w:pPr>
      <w:r w:rsidRPr="006438F9">
        <w:rPr>
          <w:color w:val="061723"/>
          <w:sz w:val="28"/>
          <w:szCs w:val="28"/>
        </w:rPr>
        <w:t>2.</w:t>
      </w:r>
      <w:r>
        <w:rPr>
          <w:color w:val="061723"/>
          <w:sz w:val="28"/>
          <w:szCs w:val="28"/>
        </w:rPr>
        <w:t> Направить настоящее Решение в Совет Называевского муниципального района для принятия Решения о приеме полномочий.</w:t>
      </w:r>
    </w:p>
    <w:p w:rsidR="00D3103A" w:rsidRPr="006438F9" w:rsidRDefault="00D3103A" w:rsidP="00992142">
      <w:pPr>
        <w:ind w:firstLine="709"/>
        <w:jc w:val="both"/>
        <w:rPr>
          <w:color w:val="061723"/>
          <w:sz w:val="28"/>
          <w:szCs w:val="28"/>
        </w:rPr>
      </w:pPr>
      <w:r>
        <w:rPr>
          <w:color w:val="061723"/>
          <w:sz w:val="28"/>
          <w:szCs w:val="28"/>
        </w:rPr>
        <w:t>3</w:t>
      </w:r>
      <w:r w:rsidRPr="006438F9">
        <w:rPr>
          <w:color w:val="061723"/>
          <w:sz w:val="28"/>
          <w:szCs w:val="28"/>
        </w:rPr>
        <w:t>. </w:t>
      </w:r>
      <w:r w:rsidRPr="006438F9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</w:t>
      </w:r>
      <w:r w:rsidRPr="006438F9">
        <w:rPr>
          <w:sz w:val="28"/>
          <w:szCs w:val="28"/>
        </w:rPr>
        <w:t>ешение разместить на официа</w:t>
      </w:r>
      <w:r>
        <w:rPr>
          <w:sz w:val="28"/>
          <w:szCs w:val="28"/>
        </w:rPr>
        <w:t xml:space="preserve">льном сайте Администрации Утинского сельского поселения Называевского муниципального района Омской области </w:t>
      </w:r>
      <w:r w:rsidRPr="006438F9">
        <w:rPr>
          <w:sz w:val="28"/>
          <w:szCs w:val="28"/>
        </w:rPr>
        <w:t>в сети «Интернет».</w:t>
      </w:r>
    </w:p>
    <w:p w:rsidR="00D3103A" w:rsidRDefault="00D3103A" w:rsidP="00992142">
      <w:pPr>
        <w:ind w:firstLine="708"/>
        <w:jc w:val="both"/>
        <w:rPr>
          <w:sz w:val="28"/>
          <w:szCs w:val="28"/>
        </w:rPr>
      </w:pPr>
    </w:p>
    <w:p w:rsidR="00D3103A" w:rsidRDefault="00D3103A" w:rsidP="0026590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3103A" w:rsidRPr="006438F9" w:rsidRDefault="00D3103A" w:rsidP="0026590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3103A" w:rsidRPr="006438F9" w:rsidRDefault="00D3103A" w:rsidP="00265906">
      <w:pPr>
        <w:ind w:firstLine="708"/>
        <w:jc w:val="both"/>
        <w:rPr>
          <w:sz w:val="28"/>
          <w:szCs w:val="28"/>
        </w:rPr>
      </w:pPr>
    </w:p>
    <w:p w:rsidR="00D3103A" w:rsidRDefault="00D3103A" w:rsidP="00265906">
      <w:pPr>
        <w:shd w:val="clear" w:color="auto" w:fill="FFFFFF"/>
        <w:ind w:left="5812"/>
        <w:rPr>
          <w:b/>
          <w:bCs/>
          <w:sz w:val="28"/>
          <w:szCs w:val="28"/>
        </w:rPr>
      </w:pPr>
    </w:p>
    <w:p w:rsidR="00D3103A" w:rsidRDefault="00D3103A" w:rsidP="00BD31D9">
      <w:pPr>
        <w:framePr w:wrap="none" w:vAnchor="page" w:hAnchor="page" w:x="6562" w:y="14041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27.75pt">
            <v:imagedata r:id="rId7" r:href="rId8"/>
          </v:shape>
        </w:pict>
      </w:r>
    </w:p>
    <w:p w:rsidR="00D3103A" w:rsidRPr="004F001C" w:rsidRDefault="00D3103A" w:rsidP="00E94520">
      <w:pPr>
        <w:shd w:val="clear" w:color="auto" w:fill="FFFFFF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4F001C">
        <w:rPr>
          <w:sz w:val="28"/>
          <w:szCs w:val="28"/>
        </w:rPr>
        <w:t>Глава</w:t>
      </w:r>
    </w:p>
    <w:p w:rsidR="00D3103A" w:rsidRPr="00C165BA" w:rsidRDefault="00D3103A" w:rsidP="004F001C">
      <w:pPr>
        <w:shd w:val="clear" w:color="auto" w:fill="FFFFFF"/>
        <w:rPr>
          <w:sz w:val="28"/>
          <w:szCs w:val="28"/>
        </w:rPr>
      </w:pPr>
      <w:r w:rsidRPr="004F001C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 xml:space="preserve">                                                                      Н.И.Федорова</w:t>
      </w:r>
    </w:p>
    <w:sectPr w:rsidR="00D3103A" w:rsidRPr="00C165BA" w:rsidSect="00DD5E31">
      <w:headerReference w:type="default" r:id="rId9"/>
      <w:pgSz w:w="11906" w:h="16838"/>
      <w:pgMar w:top="0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103A" w:rsidRDefault="00D3103A">
      <w:r>
        <w:separator/>
      </w:r>
    </w:p>
  </w:endnote>
  <w:endnote w:type="continuationSeparator" w:id="1">
    <w:p w:rsidR="00D3103A" w:rsidRDefault="00D310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103A" w:rsidRDefault="00D3103A">
      <w:r>
        <w:separator/>
      </w:r>
    </w:p>
  </w:footnote>
  <w:footnote w:type="continuationSeparator" w:id="1">
    <w:p w:rsidR="00D3103A" w:rsidRDefault="00D310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03A" w:rsidRDefault="00D3103A" w:rsidP="00562C3F">
    <w:pPr>
      <w:pStyle w:val="Header"/>
    </w:pPr>
  </w:p>
  <w:p w:rsidR="00D3103A" w:rsidRDefault="00D3103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D487C"/>
    <w:multiLevelType w:val="hybridMultilevel"/>
    <w:tmpl w:val="0BF40A3A"/>
    <w:lvl w:ilvl="0" w:tplc="9EB4E6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F2C6636"/>
    <w:multiLevelType w:val="multilevel"/>
    <w:tmpl w:val="56AECFD4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382522AA"/>
    <w:multiLevelType w:val="multilevel"/>
    <w:tmpl w:val="E7FC625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0D7D"/>
    <w:rsid w:val="0002799B"/>
    <w:rsid w:val="00034C37"/>
    <w:rsid w:val="0004202B"/>
    <w:rsid w:val="00061375"/>
    <w:rsid w:val="00072737"/>
    <w:rsid w:val="000A2ECB"/>
    <w:rsid w:val="000F65C8"/>
    <w:rsid w:val="00111938"/>
    <w:rsid w:val="0012172B"/>
    <w:rsid w:val="001444BD"/>
    <w:rsid w:val="00191747"/>
    <w:rsid w:val="00191968"/>
    <w:rsid w:val="00197087"/>
    <w:rsid w:val="001A633E"/>
    <w:rsid w:val="001B366A"/>
    <w:rsid w:val="001E6F9D"/>
    <w:rsid w:val="00215C50"/>
    <w:rsid w:val="002249C7"/>
    <w:rsid w:val="00231E01"/>
    <w:rsid w:val="002601B5"/>
    <w:rsid w:val="00262F15"/>
    <w:rsid w:val="00265906"/>
    <w:rsid w:val="0027201C"/>
    <w:rsid w:val="002C632A"/>
    <w:rsid w:val="002F21FD"/>
    <w:rsid w:val="00320B73"/>
    <w:rsid w:val="00323E22"/>
    <w:rsid w:val="003705EF"/>
    <w:rsid w:val="003741FA"/>
    <w:rsid w:val="003B252D"/>
    <w:rsid w:val="003B72C6"/>
    <w:rsid w:val="003C661B"/>
    <w:rsid w:val="003E45C4"/>
    <w:rsid w:val="003F5399"/>
    <w:rsid w:val="00420D66"/>
    <w:rsid w:val="004509CB"/>
    <w:rsid w:val="00493D7F"/>
    <w:rsid w:val="004F001C"/>
    <w:rsid w:val="0050087B"/>
    <w:rsid w:val="00514BD2"/>
    <w:rsid w:val="00531BCB"/>
    <w:rsid w:val="00562C3F"/>
    <w:rsid w:val="00562CDE"/>
    <w:rsid w:val="00582556"/>
    <w:rsid w:val="005C1433"/>
    <w:rsid w:val="005C65C0"/>
    <w:rsid w:val="005D2F27"/>
    <w:rsid w:val="006253FE"/>
    <w:rsid w:val="0063431F"/>
    <w:rsid w:val="006438F9"/>
    <w:rsid w:val="00646DE4"/>
    <w:rsid w:val="006474C5"/>
    <w:rsid w:val="00657F5E"/>
    <w:rsid w:val="0066004F"/>
    <w:rsid w:val="0066516A"/>
    <w:rsid w:val="00670A08"/>
    <w:rsid w:val="00680CD3"/>
    <w:rsid w:val="006C7572"/>
    <w:rsid w:val="006F1850"/>
    <w:rsid w:val="00731FE4"/>
    <w:rsid w:val="00740B27"/>
    <w:rsid w:val="00763518"/>
    <w:rsid w:val="00774147"/>
    <w:rsid w:val="00776E27"/>
    <w:rsid w:val="007A657D"/>
    <w:rsid w:val="007D21CB"/>
    <w:rsid w:val="007F1ACA"/>
    <w:rsid w:val="007F7551"/>
    <w:rsid w:val="00806D7E"/>
    <w:rsid w:val="0081024E"/>
    <w:rsid w:val="00814236"/>
    <w:rsid w:val="008261E6"/>
    <w:rsid w:val="00831F83"/>
    <w:rsid w:val="00843240"/>
    <w:rsid w:val="00861330"/>
    <w:rsid w:val="0086223D"/>
    <w:rsid w:val="00880D0F"/>
    <w:rsid w:val="008A5528"/>
    <w:rsid w:val="008A5B97"/>
    <w:rsid w:val="008B4D0E"/>
    <w:rsid w:val="008C702E"/>
    <w:rsid w:val="008E241A"/>
    <w:rsid w:val="008E6D8E"/>
    <w:rsid w:val="00904080"/>
    <w:rsid w:val="00905F74"/>
    <w:rsid w:val="0090650C"/>
    <w:rsid w:val="00940478"/>
    <w:rsid w:val="00940B4A"/>
    <w:rsid w:val="00946096"/>
    <w:rsid w:val="00992142"/>
    <w:rsid w:val="00996773"/>
    <w:rsid w:val="00996A7D"/>
    <w:rsid w:val="009A4EDF"/>
    <w:rsid w:val="009D34E9"/>
    <w:rsid w:val="009D60CA"/>
    <w:rsid w:val="009F12D5"/>
    <w:rsid w:val="00A4050D"/>
    <w:rsid w:val="00A53374"/>
    <w:rsid w:val="00A60A6E"/>
    <w:rsid w:val="00A669F8"/>
    <w:rsid w:val="00A7007A"/>
    <w:rsid w:val="00A8684F"/>
    <w:rsid w:val="00AD090A"/>
    <w:rsid w:val="00AE12C8"/>
    <w:rsid w:val="00B01B05"/>
    <w:rsid w:val="00B0545E"/>
    <w:rsid w:val="00B07ECD"/>
    <w:rsid w:val="00B10E4F"/>
    <w:rsid w:val="00B13D7E"/>
    <w:rsid w:val="00B34AD2"/>
    <w:rsid w:val="00B419F3"/>
    <w:rsid w:val="00B9538B"/>
    <w:rsid w:val="00BB05B6"/>
    <w:rsid w:val="00BB74B6"/>
    <w:rsid w:val="00BD31D9"/>
    <w:rsid w:val="00C143F9"/>
    <w:rsid w:val="00C15748"/>
    <w:rsid w:val="00C165BA"/>
    <w:rsid w:val="00C2566F"/>
    <w:rsid w:val="00C303CF"/>
    <w:rsid w:val="00C34006"/>
    <w:rsid w:val="00C64CC1"/>
    <w:rsid w:val="00C765DD"/>
    <w:rsid w:val="00C92A04"/>
    <w:rsid w:val="00C9626A"/>
    <w:rsid w:val="00CB22DD"/>
    <w:rsid w:val="00CD6A8A"/>
    <w:rsid w:val="00CE69DF"/>
    <w:rsid w:val="00CF7A30"/>
    <w:rsid w:val="00D05579"/>
    <w:rsid w:val="00D07B44"/>
    <w:rsid w:val="00D24E50"/>
    <w:rsid w:val="00D3103A"/>
    <w:rsid w:val="00D46619"/>
    <w:rsid w:val="00DB1F12"/>
    <w:rsid w:val="00DB3779"/>
    <w:rsid w:val="00DB6130"/>
    <w:rsid w:val="00DB7DC3"/>
    <w:rsid w:val="00DC5CE1"/>
    <w:rsid w:val="00DD5E31"/>
    <w:rsid w:val="00E30382"/>
    <w:rsid w:val="00E64C9C"/>
    <w:rsid w:val="00E80D7D"/>
    <w:rsid w:val="00E85779"/>
    <w:rsid w:val="00E908F7"/>
    <w:rsid w:val="00E94520"/>
    <w:rsid w:val="00E97E47"/>
    <w:rsid w:val="00EE38FF"/>
    <w:rsid w:val="00EF1699"/>
    <w:rsid w:val="00EF4BA7"/>
    <w:rsid w:val="00F01D07"/>
    <w:rsid w:val="00F27A53"/>
    <w:rsid w:val="00F35DA3"/>
    <w:rsid w:val="00FD26B1"/>
    <w:rsid w:val="00FE5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FE4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F7A30"/>
    <w:pPr>
      <w:keepNext/>
      <w:jc w:val="center"/>
      <w:outlineLvl w:val="0"/>
    </w:pPr>
  </w:style>
  <w:style w:type="character" w:default="1" w:styleId="DefaultParagraphFont">
    <w:name w:val="Default Paragraph Font"/>
    <w:link w:val="1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F7A3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31FE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731FE4"/>
    <w:pPr>
      <w:widowControl w:val="0"/>
      <w:suppressAutoHyphens/>
      <w:autoSpaceDE w:val="0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Strong">
    <w:name w:val="Strong"/>
    <w:basedOn w:val="DefaultParagraphFont"/>
    <w:uiPriority w:val="99"/>
    <w:qFormat/>
    <w:rsid w:val="00731FE4"/>
    <w:rPr>
      <w:b/>
      <w:bCs/>
    </w:rPr>
  </w:style>
  <w:style w:type="paragraph" w:styleId="Header">
    <w:name w:val="header"/>
    <w:basedOn w:val="Normal"/>
    <w:link w:val="HeaderChar"/>
    <w:uiPriority w:val="99"/>
    <w:rsid w:val="00731FE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31FE4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8A5528"/>
    <w:pPr>
      <w:ind w:left="720"/>
    </w:pPr>
  </w:style>
  <w:style w:type="paragraph" w:customStyle="1" w:styleId="ConsPlusNormal">
    <w:name w:val="ConsPlusNormal"/>
    <w:uiPriority w:val="99"/>
    <w:rsid w:val="00562C3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21">
    <w:name w:val="Основной текст 21"/>
    <w:basedOn w:val="Normal"/>
    <w:uiPriority w:val="99"/>
    <w:rsid w:val="00562C3F"/>
    <w:pPr>
      <w:suppressAutoHyphens/>
      <w:spacing w:after="120" w:line="480" w:lineRule="auto"/>
    </w:pPr>
    <w:rPr>
      <w:lang w:eastAsia="ar-SA"/>
    </w:rPr>
  </w:style>
  <w:style w:type="paragraph" w:styleId="Footer">
    <w:name w:val="footer"/>
    <w:basedOn w:val="Normal"/>
    <w:link w:val="FooterChar"/>
    <w:uiPriority w:val="99"/>
    <w:rsid w:val="00562C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62C3F"/>
    <w:rPr>
      <w:rFonts w:ascii="Times New Roman" w:hAnsi="Times New Roman" w:cs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215C50"/>
    <w:pPr>
      <w:ind w:firstLine="709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15C50"/>
    <w:rPr>
      <w:rFonts w:ascii="Times New Roman" w:hAnsi="Times New Roman" w:cs="Times New Roman"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EE38F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C66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C661B"/>
    <w:rPr>
      <w:rFonts w:ascii="Tahoma" w:hAnsi="Tahoma" w:cs="Tahoma"/>
      <w:sz w:val="16"/>
      <w:szCs w:val="16"/>
      <w:lang w:eastAsia="ru-RU"/>
    </w:rPr>
  </w:style>
  <w:style w:type="character" w:customStyle="1" w:styleId="copytarget">
    <w:name w:val="copy_target"/>
    <w:basedOn w:val="DefaultParagraphFont"/>
    <w:uiPriority w:val="99"/>
    <w:rsid w:val="00B9538B"/>
  </w:style>
  <w:style w:type="paragraph" w:styleId="DocumentMap">
    <w:name w:val="Document Map"/>
    <w:basedOn w:val="Normal"/>
    <w:link w:val="DocumentMapChar"/>
    <w:uiPriority w:val="99"/>
    <w:semiHidden/>
    <w:rsid w:val="00E9452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A5B97"/>
    <w:rPr>
      <w:rFonts w:ascii="Times New Roman" w:hAnsi="Times New Roman" w:cs="Times New Roman"/>
      <w:sz w:val="2"/>
      <w:szCs w:val="2"/>
    </w:rPr>
  </w:style>
  <w:style w:type="paragraph" w:customStyle="1" w:styleId="1">
    <w:name w:val="Знак Знак Знак Знак Знак Знак Знак Знак Знак Знак Знак Знак1 Знак"/>
    <w:basedOn w:val="Normal"/>
    <w:link w:val="DefaultParagraphFont"/>
    <w:uiPriority w:val="99"/>
    <w:rsid w:val="00BD31D9"/>
    <w:pPr>
      <w:spacing w:before="100" w:beforeAutospacing="1" w:after="100" w:afterAutospacing="1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2021/media/image2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880</TotalTime>
  <Pages>1</Pages>
  <Words>248</Words>
  <Characters>1415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Customer</cp:lastModifiedBy>
  <cp:revision>73</cp:revision>
  <cp:lastPrinted>2022-01-28T09:14:00Z</cp:lastPrinted>
  <dcterms:created xsi:type="dcterms:W3CDTF">2020-12-28T10:35:00Z</dcterms:created>
  <dcterms:modified xsi:type="dcterms:W3CDTF">2023-02-01T09:49:00Z</dcterms:modified>
</cp:coreProperties>
</file>